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0494EF7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E95810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3E074957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E95810">
        <w:rPr>
          <w:rFonts w:ascii="Corbel" w:hAnsi="Corbel"/>
          <w:sz w:val="20"/>
          <w:szCs w:val="20"/>
        </w:rPr>
        <w:t>1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E95810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78789A0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E/I/EP/C-1.7b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B613B43" w:rsidR="0085747A" w:rsidRPr="00973A26" w:rsidRDefault="00973A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3A2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A4BB56E" w:rsidR="003823BE" w:rsidRPr="004C0829" w:rsidRDefault="00973A2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DBE630D" w:rsidR="003823BE" w:rsidRPr="004C0829" w:rsidRDefault="00973A2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C0FB062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62F33D3F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5779589D" w:rsidR="00E1719D" w:rsidRPr="004C0829" w:rsidRDefault="00F02686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6285B33" w:rsidR="00D45B17" w:rsidRPr="004C0829" w:rsidRDefault="00973A26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16E40CE" w:rsidR="00D45B17" w:rsidRPr="004C0829" w:rsidRDefault="00973A26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AA05566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4C0829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5D7F7" w14:textId="77777777" w:rsidR="008D2674" w:rsidRDefault="008D2674" w:rsidP="00C16ABF">
      <w:pPr>
        <w:spacing w:after="0" w:line="240" w:lineRule="auto"/>
      </w:pPr>
      <w:r>
        <w:separator/>
      </w:r>
    </w:p>
  </w:endnote>
  <w:endnote w:type="continuationSeparator" w:id="0">
    <w:p w14:paraId="0455CFD5" w14:textId="77777777" w:rsidR="008D2674" w:rsidRDefault="008D26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220D6" w14:textId="77777777" w:rsidR="008D2674" w:rsidRDefault="008D2674" w:rsidP="00C16ABF">
      <w:pPr>
        <w:spacing w:after="0" w:line="240" w:lineRule="auto"/>
      </w:pPr>
      <w:r>
        <w:separator/>
      </w:r>
    </w:p>
  </w:footnote>
  <w:footnote w:type="continuationSeparator" w:id="0">
    <w:p w14:paraId="40B6C0E8" w14:textId="77777777" w:rsidR="008D2674" w:rsidRDefault="008D2674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568C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2674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A26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10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1A6BC-BAA1-457D-859E-1C9B31D0B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73921-2101-42E3-BDD0-06A6182D4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1110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2020-10-26T00:17:00Z</dcterms:created>
  <dcterms:modified xsi:type="dcterms:W3CDTF">2020-12-10T06:09:00Z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